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64057D95" w:rsidR="004E36AD" w:rsidRPr="002974AF" w:rsidRDefault="004E36AD" w:rsidP="00690137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2974AF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2974AF">
        <w:rPr>
          <w:rStyle w:val="Strong"/>
          <w:rFonts w:asciiTheme="minorHAnsi" w:hAnsiTheme="minorHAnsi" w:cstheme="minorHAnsi"/>
          <w:lang w:val="en-GB"/>
        </w:rPr>
        <w:t>Q</w:t>
      </w:r>
      <w:r w:rsidRPr="002974AF">
        <w:rPr>
          <w:rStyle w:val="Strong"/>
          <w:rFonts w:asciiTheme="minorHAnsi" w:hAnsiTheme="minorHAnsi" w:cstheme="minorHAnsi"/>
          <w:lang w:val="en-GB"/>
        </w:rPr>
        <w:t>-</w:t>
      </w:r>
      <w:r w:rsidR="00A42A12">
        <w:rPr>
          <w:rStyle w:val="Strong"/>
          <w:rFonts w:asciiTheme="minorHAnsi" w:hAnsiTheme="minorHAnsi" w:cstheme="minorHAnsi"/>
          <w:lang w:val="en-GB"/>
        </w:rPr>
        <w:t>27-SS001-23</w:t>
      </w:r>
      <w:bookmarkEnd w:id="0"/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61B8FD96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75C1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r w:rsidR="00F56D19">
        <w:rPr>
          <w:rStyle w:val="Hyperlink"/>
          <w:rFonts w:ascii="Calibri" w:hAnsi="Calibri" w:cs="Calibri"/>
          <w:lang w:val="en-GB"/>
        </w:rPr>
        <w:t>www.procurement.gov.ki/opentender</w:t>
      </w:r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690137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75C1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3DCC2AD5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0B9AF31A" w:rsidR="00B0293A" w:rsidRPr="00532E97" w:rsidRDefault="00F6218F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A42A12">
              <w:rPr>
                <w:rFonts w:ascii="Calibri" w:hAnsi="Calibri"/>
                <w:szCs w:val="20"/>
              </w:rPr>
              <w:t>5</w:t>
            </w:r>
            <w:r>
              <w:rPr>
                <w:rFonts w:ascii="Calibri" w:hAnsi="Calibri"/>
                <w:szCs w:val="20"/>
              </w:rPr>
              <w:t>/03/23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761A5BB9" w:rsidR="00B0293A" w:rsidRPr="00B0293A" w:rsidRDefault="00D7347B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29</w:t>
            </w:r>
            <w:r w:rsidR="00B85678">
              <w:rPr>
                <w:rFonts w:ascii="Calibri" w:hAnsi="Calibri"/>
                <w:szCs w:val="20"/>
                <w:highlight w:val="yellow"/>
              </w:rPr>
              <w:t>/03/2</w:t>
            </w:r>
            <w:r w:rsidR="00F6218F">
              <w:rPr>
                <w:rFonts w:ascii="Calibri" w:hAnsi="Calibri"/>
                <w:szCs w:val="20"/>
                <w:highlight w:val="yellow"/>
              </w:rPr>
              <w:t>3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 xml:space="preserve"> (1</w:t>
            </w:r>
            <w:r w:rsidR="00D44866"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21600EC1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01257363" w:rsidR="00B0293A" w:rsidRPr="00532E97" w:rsidRDefault="00D7347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</w:t>
            </w:r>
            <w:r w:rsidR="00D44866">
              <w:rPr>
                <w:rFonts w:ascii="Calibri" w:hAnsi="Calibri"/>
                <w:szCs w:val="20"/>
              </w:rPr>
              <w:t>/</w:t>
            </w:r>
            <w:r w:rsidR="00B85678">
              <w:rPr>
                <w:rFonts w:ascii="Calibri" w:hAnsi="Calibri"/>
                <w:szCs w:val="20"/>
              </w:rPr>
              <w:t>0</w:t>
            </w:r>
            <w:r w:rsidR="00D44866">
              <w:rPr>
                <w:rFonts w:ascii="Calibri" w:hAnsi="Calibri"/>
                <w:szCs w:val="20"/>
              </w:rPr>
              <w:t>3</w:t>
            </w:r>
            <w:r w:rsidR="00B85678">
              <w:rPr>
                <w:rFonts w:ascii="Calibri" w:hAnsi="Calibri"/>
                <w:szCs w:val="20"/>
              </w:rPr>
              <w:t>/2</w:t>
            </w:r>
            <w:r w:rsidR="00F6218F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36B41B00" w:rsidR="00B0293A" w:rsidRPr="00B0293A" w:rsidRDefault="00D44866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1</w:t>
            </w:r>
            <w:r w:rsidR="00485C05">
              <w:rPr>
                <w:rFonts w:ascii="Calibri" w:hAnsi="Calibri"/>
                <w:szCs w:val="20"/>
                <w:highlight w:val="yellow"/>
              </w:rPr>
              <w:t>2</w:t>
            </w:r>
            <w:r w:rsidR="00B85678">
              <w:rPr>
                <w:rFonts w:ascii="Calibri" w:hAnsi="Calibri"/>
                <w:szCs w:val="20"/>
                <w:highlight w:val="yellow"/>
              </w:rPr>
              <w:t>/04/2</w:t>
            </w:r>
            <w:r w:rsidR="00F6218F">
              <w:rPr>
                <w:rFonts w:ascii="Calibri" w:hAnsi="Calibri"/>
                <w:szCs w:val="20"/>
                <w:highlight w:val="yellow"/>
              </w:rPr>
              <w:t>3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 xml:space="preserve"> (1</w:t>
            </w:r>
            <w:r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7871929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687165BF" w:rsidR="00B0293A" w:rsidRPr="00532E97" w:rsidRDefault="00F6218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485C05">
              <w:rPr>
                <w:rFonts w:ascii="Calibri" w:hAnsi="Calibri"/>
                <w:szCs w:val="20"/>
              </w:rPr>
              <w:t>3</w:t>
            </w:r>
            <w:r w:rsidR="00B85678">
              <w:rPr>
                <w:rFonts w:ascii="Calibri" w:hAnsi="Calibri"/>
                <w:szCs w:val="20"/>
              </w:rPr>
              <w:t>/04/2</w:t>
            </w:r>
            <w:r w:rsidR="00D7347B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4F6D8EED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08DADF05" w:rsidR="00B0293A" w:rsidRPr="00532E97" w:rsidRDefault="00D7347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27/04/23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5BE95EA8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6098E165" w:rsidR="00B0293A" w:rsidRPr="00532E97" w:rsidRDefault="00E0457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</w:t>
            </w:r>
            <w:r w:rsidR="00476603">
              <w:rPr>
                <w:rFonts w:ascii="Calibri" w:hAnsi="Calibri"/>
                <w:szCs w:val="20"/>
              </w:rPr>
              <w:t>/0</w:t>
            </w:r>
            <w:r w:rsidR="004909AF">
              <w:rPr>
                <w:rFonts w:ascii="Calibri" w:hAnsi="Calibri"/>
                <w:szCs w:val="20"/>
              </w:rPr>
              <w:t>5</w:t>
            </w:r>
            <w:r w:rsidR="00476603">
              <w:rPr>
                <w:rFonts w:ascii="Calibri" w:hAnsi="Calibri"/>
                <w:szCs w:val="20"/>
              </w:rPr>
              <w:t>/2</w:t>
            </w:r>
            <w:r w:rsidR="00F6218F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378B2A42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419288BD" w:rsidR="00B0293A" w:rsidRPr="00532E97" w:rsidRDefault="00E0457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</w:t>
            </w:r>
            <w:r w:rsidR="00476603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5</w:t>
            </w:r>
            <w:r w:rsidR="00476603">
              <w:rPr>
                <w:rFonts w:ascii="Calibri" w:hAnsi="Calibri"/>
                <w:szCs w:val="20"/>
              </w:rPr>
              <w:t>/2</w:t>
            </w:r>
            <w:r w:rsidR="00F6218F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0A4C6C86" w:rsidR="00B0293A" w:rsidRPr="00532E97" w:rsidRDefault="00E0457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</w:t>
            </w:r>
            <w:r w:rsidR="00476603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5</w:t>
            </w:r>
            <w:r w:rsidR="00476603">
              <w:rPr>
                <w:rFonts w:ascii="Calibri" w:hAnsi="Calibri"/>
                <w:szCs w:val="20"/>
              </w:rPr>
              <w:t>/2</w:t>
            </w:r>
            <w:r w:rsidR="00F6218F">
              <w:rPr>
                <w:rFonts w:ascii="Calibri" w:hAnsi="Calibri"/>
                <w:szCs w:val="20"/>
              </w:rPr>
              <w:t>3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563DC2A0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2974AF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B1992" w14:textId="77777777" w:rsidR="00AE755C" w:rsidRDefault="00AE755C">
      <w:r>
        <w:separator/>
      </w:r>
    </w:p>
  </w:endnote>
  <w:endnote w:type="continuationSeparator" w:id="0">
    <w:p w14:paraId="6B3103CC" w14:textId="77777777" w:rsidR="00AE755C" w:rsidRDefault="00AE755C">
      <w:r>
        <w:continuationSeparator/>
      </w:r>
    </w:p>
  </w:endnote>
  <w:endnote w:type="continuationNotice" w:id="1">
    <w:p w14:paraId="032F2326" w14:textId="77777777" w:rsidR="00AE755C" w:rsidRDefault="00AE75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0C7363E6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485C05">
      <w:rPr>
        <w:noProof/>
      </w:rPr>
      <w:t>2023-03-22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2349F" w14:textId="77777777" w:rsidR="00AE755C" w:rsidRDefault="00AE755C">
      <w:r>
        <w:separator/>
      </w:r>
    </w:p>
  </w:footnote>
  <w:footnote w:type="continuationSeparator" w:id="0">
    <w:p w14:paraId="55E082FC" w14:textId="77777777" w:rsidR="00AE755C" w:rsidRDefault="00AE755C">
      <w:r>
        <w:continuationSeparator/>
      </w:r>
    </w:p>
  </w:footnote>
  <w:footnote w:type="continuationNotice" w:id="1">
    <w:p w14:paraId="2BFE37C6" w14:textId="77777777" w:rsidR="00AE755C" w:rsidRDefault="00AE75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0D8D10F7" w:rsidR="00133D55" w:rsidRPr="00141577" w:rsidRDefault="002974AF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690137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2974AF">
      <w:rPr>
        <w:rStyle w:val="Strong"/>
        <w:rFonts w:asciiTheme="minorHAnsi" w:hAnsiTheme="minorHAnsi" w:cstheme="minorHAnsi"/>
        <w:lang w:val="en-GB"/>
      </w:rPr>
      <w:t>RFQ-</w:t>
    </w:r>
    <w:r w:rsidR="00A42A12">
      <w:rPr>
        <w:rStyle w:val="Strong"/>
        <w:rFonts w:asciiTheme="minorHAnsi" w:hAnsiTheme="minorHAnsi" w:cstheme="minorHAnsi"/>
        <w:lang w:val="en-GB"/>
      </w:rPr>
      <w:t>27-SS001-23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861768">
    <w:abstractNumId w:val="1"/>
  </w:num>
  <w:num w:numId="2" w16cid:durableId="1339774649">
    <w:abstractNumId w:val="10"/>
  </w:num>
  <w:num w:numId="3" w16cid:durableId="1454665103">
    <w:abstractNumId w:val="11"/>
  </w:num>
  <w:num w:numId="4" w16cid:durableId="1620264170">
    <w:abstractNumId w:val="4"/>
  </w:num>
  <w:num w:numId="5" w16cid:durableId="2055495902">
    <w:abstractNumId w:val="3"/>
  </w:num>
  <w:num w:numId="6" w16cid:durableId="571768699">
    <w:abstractNumId w:val="7"/>
  </w:num>
  <w:num w:numId="7" w16cid:durableId="1773431065">
    <w:abstractNumId w:val="5"/>
  </w:num>
  <w:num w:numId="8" w16cid:durableId="1949895416">
    <w:abstractNumId w:val="9"/>
  </w:num>
  <w:num w:numId="9" w16cid:durableId="317617284">
    <w:abstractNumId w:val="0"/>
  </w:num>
  <w:num w:numId="10" w16cid:durableId="423460018">
    <w:abstractNumId w:val="8"/>
  </w:num>
  <w:num w:numId="11" w16cid:durableId="1324360110">
    <w:abstractNumId w:val="2"/>
  </w:num>
  <w:num w:numId="12" w16cid:durableId="77556554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4A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3337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39B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C6B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603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5C05"/>
    <w:rsid w:val="00486328"/>
    <w:rsid w:val="004878F3"/>
    <w:rsid w:val="00487F5F"/>
    <w:rsid w:val="004909A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61E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CB1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BCE"/>
    <w:rsid w:val="00601F98"/>
    <w:rsid w:val="006021ED"/>
    <w:rsid w:val="006024A3"/>
    <w:rsid w:val="00602BF6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0137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54A7"/>
    <w:rsid w:val="007B565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4CF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055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2A12"/>
    <w:rsid w:val="00A43FA3"/>
    <w:rsid w:val="00A44121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050A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E755C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678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4866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1C9"/>
    <w:rsid w:val="00D623C4"/>
    <w:rsid w:val="00D64F1D"/>
    <w:rsid w:val="00D660C7"/>
    <w:rsid w:val="00D67218"/>
    <w:rsid w:val="00D67AEA"/>
    <w:rsid w:val="00D71E33"/>
    <w:rsid w:val="00D7229C"/>
    <w:rsid w:val="00D7347B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0CE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4575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D19"/>
    <w:rsid w:val="00F5758C"/>
    <w:rsid w:val="00F578F9"/>
    <w:rsid w:val="00F57B56"/>
    <w:rsid w:val="00F62042"/>
    <w:rsid w:val="00F6218F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9B4D0C-37E2-4A87-9314-D90840D678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62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1256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Mirata N Tekaai</cp:lastModifiedBy>
  <cp:revision>8</cp:revision>
  <cp:lastPrinted>2013-10-18T08:32:00Z</cp:lastPrinted>
  <dcterms:created xsi:type="dcterms:W3CDTF">2023-03-06T02:42:00Z</dcterms:created>
  <dcterms:modified xsi:type="dcterms:W3CDTF">2023-03-22T00:34:00Z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